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AB3E1B" w14:textId="77777777" w:rsidR="007479E1" w:rsidRDefault="007479E1" w:rsidP="007479E1">
      <w:pPr>
        <w:pStyle w:val="Nadpis4"/>
        <w:jc w:val="center"/>
        <w:rPr>
          <w:noProof/>
        </w:rPr>
      </w:pPr>
      <w:r w:rsidRPr="007479E1">
        <w:rPr>
          <w:noProof/>
          <w:sz w:val="28"/>
        </w:rPr>
        <w:t>Osvědčení Správy železnic o řádném</w:t>
      </w:r>
      <w:bookmarkStart w:id="0" w:name="_GoBack"/>
      <w:bookmarkEnd w:id="0"/>
      <w:r w:rsidRPr="007479E1">
        <w:rPr>
          <w:noProof/>
          <w:sz w:val="28"/>
        </w:rPr>
        <w:t xml:space="preserve"> poskytnutí a dokončení stavebních prací</w:t>
      </w:r>
    </w:p>
    <w:p w14:paraId="2D7A9C21" w14:textId="77777777" w:rsidR="007479E1" w:rsidRDefault="007479E1" w:rsidP="00F0533E">
      <w:pPr>
        <w:rPr>
          <w:noProof/>
        </w:rPr>
      </w:pPr>
    </w:p>
    <w:p w14:paraId="53C45D74" w14:textId="005A9053" w:rsidR="007479E1" w:rsidRPr="00404764" w:rsidRDefault="007479E1" w:rsidP="007479E1">
      <w:pPr>
        <w:spacing w:after="0"/>
        <w:rPr>
          <w:noProof/>
          <w:sz w:val="20"/>
          <w:szCs w:val="20"/>
        </w:rPr>
      </w:pPr>
      <w:r w:rsidRPr="00404764">
        <w:rPr>
          <w:noProof/>
          <w:sz w:val="20"/>
          <w:szCs w:val="20"/>
        </w:rPr>
        <w:t xml:space="preserve">č. j.: </w:t>
      </w:r>
      <w:r w:rsidR="0097493C" w:rsidRPr="0097493C">
        <w:rPr>
          <w:noProof/>
          <w:sz w:val="20"/>
          <w:szCs w:val="20"/>
        </w:rPr>
        <w:t>[●]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216EEB5F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F41FF36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Název zakázky:</w:t>
            </w:r>
          </w:p>
        </w:tc>
        <w:tc>
          <w:tcPr>
            <w:tcW w:w="4264" w:type="dxa"/>
          </w:tcPr>
          <w:p w14:paraId="11E88CD1" w14:textId="485A91C3" w:rsidR="007479E1" w:rsidRPr="00404764" w:rsidRDefault="00AB42FE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AB42FE">
              <w:rPr>
                <w:noProof/>
                <w:szCs w:val="20"/>
              </w:rPr>
              <w:t>Oprava zabezpečovacího zařízení v žst. Nymburk seř.n. – brzdy TKB v roce 2023</w:t>
            </w:r>
          </w:p>
        </w:tc>
      </w:tr>
      <w:tr w:rsidR="007479E1" w:rsidRPr="00404764" w14:paraId="6FFAC59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7484CE4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Číslo smlouvy Správy železnic (CES):</w:t>
            </w:r>
          </w:p>
        </w:tc>
        <w:tc>
          <w:tcPr>
            <w:tcW w:w="4264" w:type="dxa"/>
          </w:tcPr>
          <w:p w14:paraId="6BBA9533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55ED99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27AA8F1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Objednatel:</w:t>
            </w:r>
          </w:p>
        </w:tc>
        <w:tc>
          <w:tcPr>
            <w:tcW w:w="4264" w:type="dxa"/>
          </w:tcPr>
          <w:p w14:paraId="36AFE7DD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316DDDFC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2CF1BB9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Datum zahájení prací:</w:t>
            </w:r>
          </w:p>
        </w:tc>
        <w:tc>
          <w:tcPr>
            <w:tcW w:w="4264" w:type="dxa"/>
          </w:tcPr>
          <w:p w14:paraId="0E67712F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20E46F3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EE9D214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prací </w:t>
            </w:r>
            <w:r w:rsidRPr="00404764">
              <w:rPr>
                <w:noProof/>
                <w:szCs w:val="20"/>
              </w:rPr>
              <w:t>(stavebních nebo technologických):</w:t>
            </w:r>
          </w:p>
        </w:tc>
        <w:tc>
          <w:tcPr>
            <w:tcW w:w="4264" w:type="dxa"/>
          </w:tcPr>
          <w:p w14:paraId="4B2D38AF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7201F0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68C2C95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Uvedení poslední části stavby do zkušebního provozu:</w:t>
            </w:r>
          </w:p>
        </w:tc>
        <w:tc>
          <w:tcPr>
            <w:tcW w:w="4264" w:type="dxa"/>
          </w:tcPr>
          <w:p w14:paraId="7A973D85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32E2575E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6528E21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díla </w:t>
            </w:r>
            <w:r w:rsidRPr="00404764">
              <w:rPr>
                <w:noProof/>
                <w:szCs w:val="20"/>
              </w:rPr>
              <w:t>(vč. dokumentace):</w:t>
            </w:r>
          </w:p>
        </w:tc>
        <w:tc>
          <w:tcPr>
            <w:tcW w:w="4264" w:type="dxa"/>
          </w:tcPr>
          <w:p w14:paraId="6823723C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1ABB69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03E7662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Konečná cena díla celkem v</w:t>
            </w:r>
            <w:r w:rsidR="002D0272" w:rsidRPr="00404764">
              <w:rPr>
                <w:b/>
                <w:noProof/>
                <w:szCs w:val="20"/>
              </w:rPr>
              <w:t> </w:t>
            </w:r>
            <w:r w:rsidRPr="00404764">
              <w:rPr>
                <w:b/>
                <w:noProof/>
                <w:szCs w:val="20"/>
              </w:rPr>
              <w:t>Kč</w:t>
            </w:r>
            <w:r w:rsidR="002D0272" w:rsidRPr="00404764">
              <w:rPr>
                <w:b/>
                <w:noProof/>
                <w:szCs w:val="20"/>
              </w:rPr>
              <w:t xml:space="preserve"> bez DPH</w:t>
            </w:r>
            <w:r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7506125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038872C9" w14:textId="77777777" w:rsidR="007479E1" w:rsidRPr="00404764" w:rsidRDefault="007479E1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4D02C07A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4A837C7" w14:textId="77777777" w:rsidR="007479E1" w:rsidRPr="00404764" w:rsidRDefault="00AC4146" w:rsidP="00153E75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díla</w:t>
            </w:r>
            <w:r w:rsidR="00153E75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4708DF4" w14:textId="3FB21AB5" w:rsidR="007479E1" w:rsidRPr="00404764" w:rsidRDefault="00374EB1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[název dle SOD, sídlo, IČO]</w:t>
            </w:r>
          </w:p>
        </w:tc>
      </w:tr>
      <w:tr w:rsidR="007479E1" w:rsidRPr="00404764" w14:paraId="4947D6E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D9EE54E" w14:textId="77777777" w:rsidR="007479E1" w:rsidRPr="00404764" w:rsidRDefault="00153E75" w:rsidP="00153E75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4264" w:type="dxa"/>
          </w:tcPr>
          <w:p w14:paraId="53CFCB22" w14:textId="715423C9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65B0C379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7479E1" w:rsidRPr="00404764" w14:paraId="25D5C08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40CC6AB" w14:textId="77777777" w:rsidR="007479E1" w:rsidRPr="00404764" w:rsidRDefault="004C037A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592E6B08" w14:textId="457182D3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64CCF4BC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7479E1" w:rsidRPr="00404764" w14:paraId="56F3D59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4484BB9" w14:textId="77777777" w:rsidR="007479E1" w:rsidRPr="00404764" w:rsidRDefault="004C037A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348DA6AA" w14:textId="195085F4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393F92E9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</w:tbl>
    <w:p w14:paraId="6356506E" w14:textId="77777777" w:rsidR="007479E1" w:rsidRPr="00404764" w:rsidRDefault="007479E1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897"/>
        <w:gridCol w:w="2835"/>
        <w:gridCol w:w="2890"/>
      </w:tblGrid>
      <w:tr w:rsidR="00AC4146" w:rsidRPr="00404764" w14:paraId="1AF00D61" w14:textId="77777777" w:rsidTr="00835C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  <w:shd w:val="clear" w:color="auto" w:fill="FFBFBF" w:themeFill="accent6" w:themeFillTint="33"/>
          </w:tcPr>
          <w:p w14:paraId="015883DA" w14:textId="77777777" w:rsidR="00AC4146" w:rsidRPr="00404764" w:rsidRDefault="00AC4146" w:rsidP="007D7EE3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Identifikace poddodavatele</w:t>
            </w:r>
          </w:p>
        </w:tc>
        <w:tc>
          <w:tcPr>
            <w:tcW w:w="2835" w:type="dxa"/>
            <w:shd w:val="clear" w:color="auto" w:fill="FFBFBF" w:themeFill="accent6" w:themeFillTint="33"/>
          </w:tcPr>
          <w:p w14:paraId="3BC6E749" w14:textId="77777777" w:rsidR="00AC4146" w:rsidRPr="00404764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Věcný rozsah poddodávky</w:t>
            </w:r>
          </w:p>
        </w:tc>
        <w:tc>
          <w:tcPr>
            <w:tcW w:w="2890" w:type="dxa"/>
            <w:shd w:val="clear" w:color="auto" w:fill="FFBFBF" w:themeFill="accent6" w:themeFillTint="33"/>
          </w:tcPr>
          <w:p w14:paraId="58A3B1FD" w14:textId="77777777" w:rsidR="00AC4146" w:rsidRPr="00404764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poddodávky</w:t>
            </w:r>
          </w:p>
        </w:tc>
      </w:tr>
      <w:tr w:rsidR="00AC4146" w:rsidRPr="00404764" w14:paraId="130B7E9E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158ED68C" w14:textId="328F6E38" w:rsidR="004C037A" w:rsidRPr="00404764" w:rsidRDefault="00374EB1" w:rsidP="007479E1">
            <w:pPr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[obchodní firma, sídlo a IČO]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(obchodní firma, sídlo a IČO)</w:t>
            </w:r>
          </w:p>
        </w:tc>
        <w:tc>
          <w:tcPr>
            <w:tcW w:w="2835" w:type="dxa"/>
          </w:tcPr>
          <w:p w14:paraId="02C95FD9" w14:textId="14652282" w:rsidR="004C037A" w:rsidRPr="00404764" w:rsidRDefault="00374EB1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[označení dle čísel a názvů jednotlivých SO a PS, připadně jiným způsobem, nelze-li označit dle SO a PS např. popis vykonaných činností nebo dodávek]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(označení dle čísel a názvů jednotlivých SO a PS, připadně jiným způsobem, nelze-li označit dle SO a PS např. popis vykonaných činností nebo dodávek)</w:t>
            </w:r>
          </w:p>
        </w:tc>
        <w:tc>
          <w:tcPr>
            <w:tcW w:w="2890" w:type="dxa"/>
          </w:tcPr>
          <w:p w14:paraId="6BFAE40C" w14:textId="76B4BB79" w:rsidR="007D7EE3" w:rsidRPr="00404764" w:rsidRDefault="00374EB1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[v % ze smluvní ceny díla a v konkrétní částka v Kč bez DPH]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(v % ze smluvní ceny díla a v konkrétní částka v Kč bez DPH)</w:t>
            </w:r>
          </w:p>
        </w:tc>
      </w:tr>
      <w:tr w:rsidR="00AC4146" w:rsidRPr="00404764" w14:paraId="175F7E04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3B0532B7" w14:textId="77777777" w:rsidR="00AC4146" w:rsidRPr="00404764" w:rsidRDefault="00AC4146" w:rsidP="007479E1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51775C9D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6B28CD79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AC4146" w:rsidRPr="00404764" w14:paraId="72A0D809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45721806" w14:textId="77777777" w:rsidR="00AC4146" w:rsidRPr="00404764" w:rsidRDefault="00AC4146" w:rsidP="007479E1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45107D57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24A5404F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12593FEB" w14:textId="77777777" w:rsidR="00AC4146" w:rsidRPr="00404764" w:rsidRDefault="00AC4146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C324AC" w:rsidRPr="00404764" w14:paraId="339385BE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4CC090D" w14:textId="77777777" w:rsidR="00AC4146" w:rsidRPr="00404764" w:rsidRDefault="00AC4146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lastRenderedPageBreak/>
              <w:t>Rozsah prací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2842BDC" w14:textId="6A8B1632" w:rsidR="007479E1" w:rsidRPr="00404764" w:rsidRDefault="00374EB1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="00D928DB" w:rsidRPr="00404764">
              <w:rPr>
                <w:noProof/>
                <w:szCs w:val="20"/>
              </w:rPr>
              <w:t>[dle předmětu díla/ předmětu plnění VZ]</w:t>
            </w:r>
          </w:p>
        </w:tc>
      </w:tr>
      <w:tr w:rsidR="007479E1" w:rsidRPr="00404764" w14:paraId="0FDD62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D7E964D" w14:textId="77777777" w:rsidR="001D4402" w:rsidRPr="00404764" w:rsidRDefault="00AC4146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Charakter prací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3C58DE5E" w14:textId="77777777" w:rsidR="007479E1" w:rsidRPr="00404764" w:rsidRDefault="007479E1" w:rsidP="004C037A">
            <w:pPr>
              <w:rPr>
                <w:b/>
                <w:noProof/>
                <w:szCs w:val="20"/>
              </w:rPr>
            </w:pPr>
          </w:p>
        </w:tc>
        <w:tc>
          <w:tcPr>
            <w:tcW w:w="4264" w:type="dxa"/>
          </w:tcPr>
          <w:p w14:paraId="3857802F" w14:textId="1200394C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[oprava/údržba/modernizace/rekonstrukce/novostavba]</w:t>
            </w:r>
          </w:p>
        </w:tc>
      </w:tr>
      <w:tr w:rsidR="007479E1" w:rsidRPr="00404764" w14:paraId="4A79BCD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0DBB56" w14:textId="77777777" w:rsidR="007479E1" w:rsidRPr="00404764" w:rsidRDefault="001D4402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Délka traťového úseku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18D8A68A" w14:textId="1A5FC93A" w:rsidR="007479E1" w:rsidRPr="00404764" w:rsidRDefault="00374EB1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="00D928DB" w:rsidRPr="00404764">
              <w:rPr>
                <w:noProof/>
                <w:szCs w:val="20"/>
              </w:rPr>
              <w:t>[v km, uvést jen případě, že je to relevantní vzhledem k předmětu VZ]</w:t>
            </w:r>
          </w:p>
        </w:tc>
      </w:tr>
      <w:tr w:rsidR="007479E1" w:rsidRPr="00404764" w14:paraId="3116FD8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4F8E74" w14:textId="77777777" w:rsidR="007479E1" w:rsidRPr="00404764" w:rsidRDefault="00835CCE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trati:</w:t>
            </w:r>
          </w:p>
        </w:tc>
        <w:tc>
          <w:tcPr>
            <w:tcW w:w="4264" w:type="dxa"/>
          </w:tcPr>
          <w:p w14:paraId="7618D101" w14:textId="7F27D4F6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[jednokolejné/vícekolejné, uvést jen případě, že je to relevantní vzhledem k předmětu VZ]</w:t>
            </w:r>
          </w:p>
        </w:tc>
      </w:tr>
      <w:tr w:rsidR="007479E1" w:rsidRPr="00404764" w14:paraId="640F33B5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A095971" w14:textId="77777777" w:rsidR="007479E1" w:rsidRPr="00404764" w:rsidRDefault="001D4402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33B93ABD" w14:textId="3C2D2CB3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[elektrifikované/neelektrifikované, uvést jen případě, že je to relevantní vzhledem k předmětu VZ]</w:t>
            </w:r>
          </w:p>
        </w:tc>
      </w:tr>
      <w:tr w:rsidR="007479E1" w:rsidRPr="00404764" w14:paraId="5BE056E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63F98CC" w14:textId="77777777" w:rsidR="007479E1" w:rsidRPr="00404764" w:rsidRDefault="001D4402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40D58F1E" w14:textId="7664F8B5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[širé (mezistaniční úsek/ve stanici, uvést jen případě, že je to relevantní vzhledem k předmětu VZ]</w:t>
            </w:r>
          </w:p>
        </w:tc>
      </w:tr>
      <w:tr w:rsidR="007479E1" w:rsidRPr="00404764" w14:paraId="10EC0C82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1647273" w14:textId="77777777" w:rsidR="007479E1" w:rsidRDefault="006E2AA4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</w:t>
            </w:r>
            <w:r w:rsidR="001D4402" w:rsidRPr="00404764">
              <w:rPr>
                <w:b/>
                <w:noProof/>
                <w:szCs w:val="20"/>
              </w:rPr>
              <w:t>aly práce na železničním svršku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594A59EC" w14:textId="77777777" w:rsidR="008E2634" w:rsidRDefault="008E2634" w:rsidP="001D4402">
            <w:pPr>
              <w:rPr>
                <w:b/>
                <w:noProof/>
                <w:szCs w:val="20"/>
              </w:rPr>
            </w:pPr>
          </w:p>
          <w:p w14:paraId="74C67E0C" w14:textId="77777777" w:rsidR="008E2634" w:rsidRDefault="008E2634" w:rsidP="001D4402">
            <w:pPr>
              <w:rPr>
                <w:b/>
                <w:noProof/>
                <w:szCs w:val="20"/>
              </w:rPr>
            </w:pPr>
          </w:p>
          <w:p w14:paraId="4872B010" w14:textId="5A56288B" w:rsidR="008E2634" w:rsidRPr="00404764" w:rsidRDefault="008E2634" w:rsidP="001D4402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03032BED" w14:textId="77777777" w:rsidR="007479E1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traťového úseku, v případě železniční stanice počet výhybek]</w:t>
            </w:r>
          </w:p>
          <w:p w14:paraId="72D92EF9" w14:textId="56FE79E1" w:rsidR="002D4A27" w:rsidRPr="00404764" w:rsidRDefault="002D4A27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7E7B81" w:rsidRPr="00404764" w14:paraId="4CC271A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B638571" w14:textId="77777777" w:rsidR="007E7B81" w:rsidRDefault="007E7B81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Stavební práce </w:t>
            </w:r>
            <w:r w:rsidR="008E3DB5" w:rsidRPr="00404764">
              <w:rPr>
                <w:b/>
                <w:noProof/>
                <w:szCs w:val="20"/>
              </w:rPr>
              <w:t xml:space="preserve">zahrnovaly práce </w:t>
            </w:r>
            <w:r w:rsidRPr="00404764">
              <w:rPr>
                <w:b/>
                <w:noProof/>
                <w:szCs w:val="20"/>
              </w:rPr>
              <w:t>na výhybkách</w:t>
            </w:r>
            <w:r w:rsidR="008E3DB5" w:rsidRPr="00404764">
              <w:rPr>
                <w:b/>
                <w:noProof/>
                <w:szCs w:val="20"/>
              </w:rPr>
              <w:t>:</w:t>
            </w:r>
          </w:p>
          <w:p w14:paraId="642E2975" w14:textId="768778D0" w:rsidR="00A758CB" w:rsidRPr="00404764" w:rsidRDefault="00A758CB" w:rsidP="001D4402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2B79D586" w14:textId="77777777" w:rsidR="007E7B81" w:rsidRDefault="00D928DB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počet výhybek]</w:t>
            </w:r>
          </w:p>
          <w:p w14:paraId="59F951C2" w14:textId="2B2566C2" w:rsidR="005E0D8E" w:rsidRPr="00404764" w:rsidRDefault="005E0D8E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</w:t>
            </w:r>
            <w:r w:rsidR="004265C0">
              <w:rPr>
                <w:bCs/>
              </w:rPr>
              <w:t xml:space="preserve"> a počet výhybek</w:t>
            </w:r>
            <w:r>
              <w:rPr>
                <w:bCs/>
              </w:rPr>
              <w:t xml:space="preserve"> viz pozn. č. 4</w:t>
            </w:r>
            <w:r w:rsidR="00486807">
              <w:rPr>
                <w:bCs/>
              </w:rPr>
              <w:t>]</w:t>
            </w:r>
          </w:p>
        </w:tc>
      </w:tr>
      <w:tr w:rsidR="007479E1" w:rsidRPr="00404764" w14:paraId="68CF3E9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8716B51" w14:textId="77777777" w:rsidR="007479E1" w:rsidRDefault="006E2AA4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</w:t>
            </w:r>
            <w:r w:rsidR="00835CCE" w:rsidRPr="00404764">
              <w:rPr>
                <w:b/>
                <w:noProof/>
                <w:szCs w:val="20"/>
              </w:rPr>
              <w:t>aly práce na železničním spodku:</w:t>
            </w:r>
          </w:p>
          <w:p w14:paraId="4AA8890E" w14:textId="21788CD2" w:rsidR="00A758CB" w:rsidRPr="00404764" w:rsidRDefault="00A758CB" w:rsidP="001D4402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43961B71" w14:textId="77777777" w:rsidR="007479E1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délku]</w:t>
            </w:r>
          </w:p>
          <w:p w14:paraId="3E9EAFE8" w14:textId="0C32827D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7479E1" w:rsidRPr="00404764" w14:paraId="02CECDC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CABCEC1" w14:textId="77777777" w:rsidR="007479E1" w:rsidRDefault="00040DA0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</w:t>
            </w:r>
            <w:r w:rsidR="00835CCE" w:rsidRPr="00404764">
              <w:rPr>
                <w:b/>
                <w:noProof/>
                <w:szCs w:val="20"/>
              </w:rPr>
              <w:t xml:space="preserve"> na </w:t>
            </w:r>
            <w:r w:rsidR="007E7B81" w:rsidRPr="00404764">
              <w:rPr>
                <w:b/>
                <w:noProof/>
                <w:szCs w:val="20"/>
              </w:rPr>
              <w:t>masivních mostních objektech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7109AFC4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28AE1E3D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71A1ACA7" w14:textId="1917C373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1B408DFC" w14:textId="77777777" w:rsidR="007479E1" w:rsidRDefault="00D928DB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mostního objektu/mostních objektů, případně jinou specifikaci]</w:t>
            </w:r>
          </w:p>
          <w:p w14:paraId="62697588" w14:textId="004CCB57" w:rsidR="00FD3923" w:rsidRPr="00404764" w:rsidRDefault="00FD3923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7E7B81" w:rsidRPr="00404764" w14:paraId="6CE7649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AB6FEAA" w14:textId="77777777" w:rsidR="007E7B81" w:rsidRDefault="007E7B81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mostních objektech s ocelovou nosnou konstrukcí</w:t>
            </w:r>
            <w:r w:rsidR="008E3DB5" w:rsidRPr="00404764">
              <w:rPr>
                <w:b/>
                <w:noProof/>
                <w:szCs w:val="20"/>
              </w:rPr>
              <w:t>:</w:t>
            </w:r>
          </w:p>
          <w:p w14:paraId="680FC1D8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3FB4859F" w14:textId="67E12F3F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458EC2A0" w14:textId="77777777" w:rsidR="007E7B81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mostního objektu/mostních objektů, případně jinou specifikaci]</w:t>
            </w:r>
          </w:p>
          <w:p w14:paraId="0B76F025" w14:textId="0FCBEAC2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8E3DB5" w:rsidRPr="00404764" w14:paraId="27FB1036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AC6D223" w14:textId="77777777" w:rsidR="008E3DB5" w:rsidRDefault="008E3DB5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tunelech:</w:t>
            </w:r>
          </w:p>
          <w:p w14:paraId="1037EF16" w14:textId="60FC7227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3411E267" w14:textId="77777777" w:rsidR="008E3DB5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délku tunelu]</w:t>
            </w:r>
          </w:p>
          <w:p w14:paraId="4CDBD159" w14:textId="073A7645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7B3B74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D04DD65" w14:textId="77777777" w:rsidR="00921E6B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zabezpečovacím zařízení:</w:t>
            </w:r>
          </w:p>
          <w:p w14:paraId="004967C4" w14:textId="49A86F01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5EB1631A" w14:textId="77777777" w:rsidR="00921E6B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traťového úseku]</w:t>
            </w:r>
          </w:p>
          <w:p w14:paraId="1B1E7A03" w14:textId="4D6099DA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59A0EC5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F00738D" w14:textId="77777777" w:rsidR="00921E6B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sdělovacím zařízení:</w:t>
            </w:r>
          </w:p>
          <w:p w14:paraId="2D52C77F" w14:textId="7B0DA9F7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lastRenderedPageBreak/>
              <w:t>Společníci podílející se na realizaci:</w:t>
            </w:r>
          </w:p>
        </w:tc>
        <w:tc>
          <w:tcPr>
            <w:tcW w:w="4264" w:type="dxa"/>
          </w:tcPr>
          <w:p w14:paraId="292172FD" w14:textId="77777777" w:rsidR="00921E6B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lastRenderedPageBreak/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DPH]</w:t>
            </w:r>
          </w:p>
          <w:p w14:paraId="5BBC15E5" w14:textId="39D2EA2E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lastRenderedPageBreak/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2484EDA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AD389BF" w14:textId="77777777" w:rsidR="00921E6B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lastRenderedPageBreak/>
              <w:t>Stavební práce zahrnovaly práce na energetickém a elektrotechnickém zařízení:</w:t>
            </w:r>
          </w:p>
          <w:p w14:paraId="20A5BAFC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078EDBE2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50F838BB" w14:textId="15A72F65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15D6BCD2" w14:textId="77777777" w:rsidR="00921E6B" w:rsidRDefault="00D928DB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[ANO/NE, v případě ANO uvést hodnotu v Kč bez DPH, délku traťového úseku a zda se jednalo o silnoproudé zařízení, trakční vedení, případně jiné zařízení - specifikaci]</w:t>
            </w:r>
          </w:p>
          <w:p w14:paraId="5DA52B8F" w14:textId="0A5DDB2E" w:rsidR="00FD3923" w:rsidRPr="00404764" w:rsidRDefault="00FD3923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4DDBA8D9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5CD4174" w14:textId="77777777" w:rsidR="00921E6B" w:rsidRDefault="00921E6B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budovách:</w:t>
            </w:r>
          </w:p>
          <w:p w14:paraId="27103CAD" w14:textId="77777777" w:rsidR="00A758CB" w:rsidRDefault="00A758CB">
            <w:pPr>
              <w:rPr>
                <w:b/>
                <w:noProof/>
                <w:szCs w:val="20"/>
              </w:rPr>
            </w:pPr>
          </w:p>
          <w:p w14:paraId="359D0CDA" w14:textId="77777777" w:rsidR="00A758CB" w:rsidRDefault="00A758CB">
            <w:pPr>
              <w:rPr>
                <w:b/>
                <w:noProof/>
                <w:szCs w:val="20"/>
              </w:rPr>
            </w:pPr>
          </w:p>
          <w:p w14:paraId="63E02AFE" w14:textId="0D963B60" w:rsidR="00A758CB" w:rsidRPr="00404764" w:rsidRDefault="00A758CB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656E480F" w14:textId="77777777" w:rsidR="00921E6B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typ objektu - budova osobního nádraží, technologická budova, stavba s památkovou ochranou apod.]</w:t>
            </w:r>
          </w:p>
          <w:p w14:paraId="29DE3D1F" w14:textId="2B361454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FF2CFB" w:rsidRPr="00404764" w14:paraId="2E270E8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9B9CD66" w14:textId="77777777" w:rsidR="00FF2CFB" w:rsidRDefault="00FF2CFB" w:rsidP="00FF2CFB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a údržbu na skalních masivech:</w:t>
            </w:r>
          </w:p>
          <w:p w14:paraId="54399BE0" w14:textId="4494D9CB" w:rsidR="00F447C7" w:rsidRPr="00404764" w:rsidRDefault="00F447C7" w:rsidP="00FF2CFB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47D62FDD" w14:textId="77777777" w:rsidR="00FF2CFB" w:rsidRDefault="00D928DB" w:rsidP="00FF2C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DPH]</w:t>
            </w:r>
          </w:p>
          <w:p w14:paraId="411DC54E" w14:textId="3BDDB304" w:rsidR="00FD3923" w:rsidRPr="00404764" w:rsidRDefault="00FD3923" w:rsidP="00FF2C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</w:tbl>
    <w:p w14:paraId="4A091CC7" w14:textId="32F65849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AE7A9E" w:rsidRPr="00404764" w14:paraId="5F0E9284" w14:textId="77777777" w:rsidTr="009204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B8E05ED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SOD obsahovala vyhrazené plnění realizované vlastní kapacitou:</w:t>
            </w:r>
          </w:p>
        </w:tc>
        <w:tc>
          <w:tcPr>
            <w:tcW w:w="4264" w:type="dxa"/>
          </w:tcPr>
          <w:p w14:paraId="3286238C" w14:textId="3EB7297F" w:rsidR="00AE7A9E" w:rsidRPr="00404764" w:rsidRDefault="00D928DB" w:rsidP="00D928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níže uvedené podrobnosti]</w:t>
            </w:r>
          </w:p>
        </w:tc>
      </w:tr>
      <w:tr w:rsidR="00AE7A9E" w:rsidRPr="00404764" w14:paraId="4343508C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D17B7EE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Popis vyhrazeného plnění dle SOD:</w:t>
            </w:r>
          </w:p>
        </w:tc>
        <w:tc>
          <w:tcPr>
            <w:tcW w:w="4264" w:type="dxa"/>
          </w:tcPr>
          <w:p w14:paraId="21F80778" w14:textId="1D5D7B5D" w:rsidR="00AE7A9E" w:rsidRPr="00404764" w:rsidRDefault="00D928DB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[označení dle čísel a názvů jednotlivých PS a SO]</w:t>
            </w:r>
          </w:p>
        </w:tc>
      </w:tr>
      <w:tr w:rsidR="00AE7A9E" w:rsidRPr="00404764" w14:paraId="3E1F6AC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75EF6B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vyhrazeného plnění:</w:t>
            </w:r>
          </w:p>
        </w:tc>
        <w:tc>
          <w:tcPr>
            <w:tcW w:w="4264" w:type="dxa"/>
          </w:tcPr>
          <w:p w14:paraId="2F6E8635" w14:textId="77777777" w:rsidR="00AE7A9E" w:rsidRPr="00404764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AE7A9E" w:rsidRPr="00404764" w14:paraId="1C3D825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505817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vyhrazeného plnění v Kč bez DPH:</w:t>
            </w:r>
          </w:p>
        </w:tc>
        <w:tc>
          <w:tcPr>
            <w:tcW w:w="4264" w:type="dxa"/>
          </w:tcPr>
          <w:p w14:paraId="63505799" w14:textId="77777777" w:rsidR="00AE7A9E" w:rsidRPr="00404764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43143738" w14:textId="0AC96781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p w14:paraId="6B947DE7" w14:textId="77777777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900"/>
        <w:gridCol w:w="2901"/>
        <w:gridCol w:w="2901"/>
      </w:tblGrid>
      <w:tr w:rsidR="00040DA0" w:rsidRPr="00404764" w14:paraId="1DCBF0E0" w14:textId="77777777" w:rsidTr="00D928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5AA1E89D" w14:textId="77777777" w:rsidR="00040DA0" w:rsidRPr="00404764" w:rsidRDefault="00040DA0" w:rsidP="007479E1">
            <w:pPr>
              <w:rPr>
                <w:noProof/>
                <w:szCs w:val="20"/>
              </w:rPr>
            </w:pPr>
          </w:p>
        </w:tc>
        <w:tc>
          <w:tcPr>
            <w:tcW w:w="2901" w:type="dxa"/>
            <w:shd w:val="clear" w:color="auto" w:fill="FFBFBF" w:themeFill="accent6" w:themeFillTint="33"/>
          </w:tcPr>
          <w:p w14:paraId="1065C593" w14:textId="77777777" w:rsidR="00040DA0" w:rsidRPr="00404764" w:rsidRDefault="00040DA0" w:rsidP="007479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Obchodní firma</w:t>
            </w:r>
          </w:p>
        </w:tc>
        <w:tc>
          <w:tcPr>
            <w:tcW w:w="2901" w:type="dxa"/>
            <w:shd w:val="clear" w:color="auto" w:fill="FFBFBF" w:themeFill="accent6" w:themeFillTint="33"/>
          </w:tcPr>
          <w:p w14:paraId="2B595984" w14:textId="77777777" w:rsidR="00040DA0" w:rsidRPr="00404764" w:rsidRDefault="00040DA0" w:rsidP="00835C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prováděných prací v Kč bez DPH</w:t>
            </w:r>
          </w:p>
        </w:tc>
      </w:tr>
      <w:tr w:rsidR="00040DA0" w:rsidRPr="00404764" w14:paraId="3F620147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3E485A3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2901" w:type="dxa"/>
          </w:tcPr>
          <w:p w14:paraId="60E783E5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2CBBE58C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20745811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DD7DD55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4D52C5DE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7B7DB421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0A516BEE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A63443E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3D3DBD9D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04A007A1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470F81ED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70A64507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35B306E5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301C41A7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2044BB1B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8F84E45" w14:textId="77777777" w:rsidR="00040DA0" w:rsidRPr="00404764" w:rsidRDefault="00040DA0" w:rsidP="007479E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Celkem v</w:t>
            </w:r>
            <w:r w:rsidR="00AF02D9" w:rsidRPr="00404764">
              <w:rPr>
                <w:b/>
                <w:noProof/>
                <w:szCs w:val="20"/>
              </w:rPr>
              <w:t> </w:t>
            </w:r>
            <w:r w:rsidRPr="00404764">
              <w:rPr>
                <w:b/>
                <w:noProof/>
                <w:szCs w:val="20"/>
              </w:rPr>
              <w:t>Kč</w:t>
            </w:r>
            <w:r w:rsidR="00AF02D9" w:rsidRPr="00404764">
              <w:rPr>
                <w:b/>
                <w:noProof/>
                <w:szCs w:val="20"/>
              </w:rPr>
              <w:t xml:space="preserve"> bez DPH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5802" w:type="dxa"/>
            <w:gridSpan w:val="2"/>
            <w:shd w:val="clear" w:color="auto" w:fill="FFBFBF" w:themeFill="accent6" w:themeFillTint="33"/>
          </w:tcPr>
          <w:p w14:paraId="28DF797F" w14:textId="77777777" w:rsidR="007A440A" w:rsidRPr="00404764" w:rsidRDefault="007A440A" w:rsidP="006842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xxx"/>
                  </w:textInput>
                </w:ffData>
              </w:fldChar>
            </w:r>
            <w:bookmarkStart w:id="1" w:name="Text10"/>
            <w:r w:rsidRPr="00404764">
              <w:rPr>
                <w:b/>
                <w:noProof/>
                <w:szCs w:val="20"/>
              </w:rPr>
              <w:instrText xml:space="preserve"> FORMTEXT </w:instrText>
            </w:r>
            <w:r w:rsidRPr="00404764">
              <w:rPr>
                <w:b/>
                <w:noProof/>
                <w:szCs w:val="20"/>
              </w:rPr>
            </w:r>
            <w:r w:rsidRPr="00404764">
              <w:rPr>
                <w:b/>
                <w:noProof/>
                <w:szCs w:val="20"/>
              </w:rPr>
              <w:fldChar w:fldCharType="separate"/>
            </w:r>
            <w:r w:rsidRPr="00404764">
              <w:rPr>
                <w:b/>
                <w:noProof/>
                <w:szCs w:val="20"/>
              </w:rPr>
              <w:t>xxx</w:t>
            </w:r>
            <w:r w:rsidRPr="00404764">
              <w:rPr>
                <w:b/>
                <w:noProof/>
                <w:szCs w:val="20"/>
              </w:rPr>
              <w:fldChar w:fldCharType="end"/>
            </w:r>
            <w:bookmarkEnd w:id="1"/>
            <w:r w:rsidRPr="00404764">
              <w:rPr>
                <w:b/>
                <w:noProof/>
                <w:szCs w:val="20"/>
              </w:rPr>
              <w:t xml:space="preserve"> </w:t>
            </w:r>
            <w:r w:rsidRPr="00404764">
              <w:rPr>
                <w:noProof/>
                <w:vanish/>
                <w:szCs w:val="20"/>
              </w:rPr>
              <w:t>(vyplnit pouze v případě, kdy se jedná o společnost)</w:t>
            </w:r>
          </w:p>
        </w:tc>
      </w:tr>
    </w:tbl>
    <w:p w14:paraId="07CAB69B" w14:textId="77777777" w:rsidR="00040DA0" w:rsidRPr="00404764" w:rsidRDefault="00040DA0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558D7188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6CC09D7" w14:textId="77777777" w:rsidR="007479E1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Hodnocení objednatele:</w:t>
            </w:r>
          </w:p>
        </w:tc>
        <w:tc>
          <w:tcPr>
            <w:tcW w:w="4264" w:type="dxa"/>
          </w:tcPr>
          <w:p w14:paraId="5CA2330D" w14:textId="77777777" w:rsidR="007479E1" w:rsidRPr="00404764" w:rsidRDefault="00040DA0" w:rsidP="0047754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Správa železnic osvědčuje, že stavební práce uvedené v tomto osvědčení byly řádně poskytnuty a dokončeny.</w:t>
            </w:r>
          </w:p>
        </w:tc>
      </w:tr>
      <w:tr w:rsidR="007479E1" w:rsidRPr="00404764" w14:paraId="3225AE85" w14:textId="77777777" w:rsidTr="00D928D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E495941" w14:textId="77777777" w:rsidR="007479E1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Kontaktní osoba:</w:t>
            </w:r>
          </w:p>
        </w:tc>
        <w:tc>
          <w:tcPr>
            <w:tcW w:w="4264" w:type="dxa"/>
            <w:shd w:val="clear" w:color="auto" w:fill="auto"/>
          </w:tcPr>
          <w:p w14:paraId="09896ABE" w14:textId="05D6947F" w:rsidR="00D928DB" w:rsidRPr="00404764" w:rsidRDefault="00D928D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[jméno, příjmení]</w:t>
            </w:r>
          </w:p>
          <w:p w14:paraId="332BF6C8" w14:textId="1BF10CEC" w:rsidR="0047754B" w:rsidRPr="00404764" w:rsidRDefault="00D928D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[funkce, odborná správa]</w:t>
            </w:r>
          </w:p>
          <w:p w14:paraId="3306A4BC" w14:textId="3EE3DA63" w:rsidR="0047754B" w:rsidRPr="00404764" w:rsidRDefault="0047754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tel: </w:t>
            </w:r>
          </w:p>
          <w:p w14:paraId="4EF1ED33" w14:textId="2C6E55BD" w:rsidR="0047754B" w:rsidRPr="00404764" w:rsidRDefault="0047754B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e-mail: </w:t>
            </w:r>
          </w:p>
        </w:tc>
      </w:tr>
    </w:tbl>
    <w:p w14:paraId="6AA4FADB" w14:textId="77777777" w:rsidR="007479E1" w:rsidRPr="00404764" w:rsidRDefault="007479E1" w:rsidP="00040DA0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040DA0" w:rsidRPr="00404764" w14:paraId="1BCFA976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389BE4" w14:textId="6776B659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Jméno a přijmení vystavitele</w:t>
            </w:r>
            <w:r w:rsidR="006A1B74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4C16F17" w14:textId="26807A48" w:rsidR="00040DA0" w:rsidRPr="00404764" w:rsidRDefault="00040DA0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67A7535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A4E11F" w14:textId="0812E081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Funkce</w:t>
            </w:r>
            <w:r w:rsidR="006A1B74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385D2027" w14:textId="0C3E33BB" w:rsidR="00040DA0" w:rsidRPr="00404764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7F870949" w14:textId="77777777" w:rsidTr="006A1B74">
        <w:trPr>
          <w:trHeight w:val="8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935A613" w14:textId="2E733886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lastRenderedPageBreak/>
              <w:t>Podpis vystavitele</w:t>
            </w:r>
            <w:r w:rsidR="006A1B74" w:rsidRPr="00404764">
              <w:rPr>
                <w:b/>
                <w:noProof/>
                <w:szCs w:val="20"/>
              </w:rPr>
              <w:t xml:space="preserve"> a datum vystavení osvědčení:</w:t>
            </w:r>
          </w:p>
        </w:tc>
        <w:tc>
          <w:tcPr>
            <w:tcW w:w="4264" w:type="dxa"/>
          </w:tcPr>
          <w:p w14:paraId="3A30DC7A" w14:textId="77777777" w:rsidR="00040DA0" w:rsidRPr="00404764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055BF7F3" w14:textId="44DBEC1B" w:rsidR="009F392E" w:rsidRDefault="009F392E" w:rsidP="00F0533E"/>
    <w:p w14:paraId="1F106ACD" w14:textId="77777777" w:rsidR="00D928DB" w:rsidRPr="00404764" w:rsidRDefault="00D928DB" w:rsidP="00D928DB">
      <w:pPr>
        <w:keepNext/>
        <w:spacing w:after="60"/>
        <w:jc w:val="both"/>
        <w:outlineLvl w:val="3"/>
        <w:rPr>
          <w:rFonts w:eastAsia="Times New Roman"/>
          <w:bCs/>
          <w:i/>
        </w:rPr>
      </w:pPr>
      <w:r w:rsidRPr="00404764">
        <w:rPr>
          <w:rFonts w:eastAsia="Times New Roman"/>
          <w:b/>
          <w:bCs/>
          <w:i/>
        </w:rPr>
        <w:t>Poznámka 1:</w:t>
      </w:r>
      <w:r w:rsidRPr="00404764">
        <w:rPr>
          <w:rFonts w:eastAsia="Times New Roman"/>
          <w:bCs/>
          <w:i/>
        </w:rPr>
        <w:t xml:space="preserve"> Osvědčení je za Správu železnic oprávněna potvrdit (podepsat) výhradně osoba, která za Správu železnic smlouvu, na základě které bylo plněno, podepisovala (uzavírala). V případě, kdy smlouva byla za Správu železnic uzavřena ředitelem odboru či náměstkem GŘ, je možné Osvědčení potvrdit (podepsat) ředitelem organizační jednotky, do jejíž gesce kontrola plnění díla spadá/náleží. </w:t>
      </w:r>
    </w:p>
    <w:p w14:paraId="53DDFC55" w14:textId="77777777" w:rsidR="00D928DB" w:rsidRPr="00404764" w:rsidRDefault="00D928DB" w:rsidP="00D928DB">
      <w:pPr>
        <w:keepNext/>
        <w:spacing w:after="60"/>
        <w:jc w:val="both"/>
        <w:outlineLvl w:val="3"/>
        <w:rPr>
          <w:rFonts w:eastAsia="Times New Roman"/>
          <w:bCs/>
          <w:i/>
          <w:color w:val="FF0000"/>
        </w:rPr>
      </w:pPr>
      <w:r w:rsidRPr="00404764">
        <w:rPr>
          <w:rFonts w:eastAsia="Times New Roman"/>
          <w:b/>
          <w:bCs/>
          <w:i/>
        </w:rPr>
        <w:t>Poznámka 2:</w:t>
      </w:r>
      <w:r w:rsidRPr="00404764">
        <w:rPr>
          <w:rFonts w:eastAsia="Times New Roman"/>
          <w:bCs/>
          <w:i/>
        </w:rPr>
        <w:t xml:space="preserve"> Osvědčení Správy železnic o řádném poskytnutí a dokončení stavebních prací je vyhotovováno výhradně v jednom znění platném pro všechny zhotovitele/společníky/poddodavatele. Tzn. Osvědčení se nevyhotovuje pro každého ze zhotovitelů/společníků/poddodavatelů zvlášť.</w:t>
      </w:r>
    </w:p>
    <w:p w14:paraId="06263C1F" w14:textId="77777777" w:rsidR="00D928DB" w:rsidRDefault="00D928DB" w:rsidP="00D928DB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404764">
        <w:rPr>
          <w:rFonts w:eastAsia="Times New Roman"/>
          <w:b/>
          <w:bCs/>
          <w:i/>
        </w:rPr>
        <w:t>Poznámka 3:</w:t>
      </w:r>
      <w:r w:rsidRPr="00404764">
        <w:rPr>
          <w:rFonts w:eastAsia="Times New Roman"/>
          <w:bCs/>
          <w:i/>
        </w:rPr>
        <w:t xml:space="preserve"> Všechny částky v Kč se uvedou v hodnotě bez DPH</w:t>
      </w:r>
      <w:r w:rsidRPr="00A24674">
        <w:rPr>
          <w:rFonts w:ascii="Verdana" w:eastAsia="Times New Roman" w:hAnsi="Verdana"/>
          <w:bCs/>
          <w:i/>
        </w:rPr>
        <w:t>.</w:t>
      </w:r>
    </w:p>
    <w:p w14:paraId="73F3F6FD" w14:textId="2073E436" w:rsidR="00731654" w:rsidRPr="00276C0B" w:rsidRDefault="00731654" w:rsidP="00A752FC">
      <w:pPr>
        <w:spacing w:after="60"/>
        <w:jc w:val="both"/>
        <w:outlineLvl w:val="3"/>
        <w:rPr>
          <w:bCs/>
          <w:i/>
        </w:rPr>
      </w:pPr>
      <w:r w:rsidRPr="009D5026">
        <w:rPr>
          <w:b/>
          <w:bCs/>
          <w:i/>
        </w:rPr>
        <w:t>Poznámka 4:</w:t>
      </w:r>
      <w:r>
        <w:rPr>
          <w:bCs/>
          <w:i/>
        </w:rPr>
        <w:t xml:space="preserve"> V případě, že se na realizaci uvedených prací podílelo vícero společníků, jednotlivé údaje se vyplní pro každého společníka zvlášť. V případě, že zhotovitel realizoval předmět zakázky samostatně</w:t>
      </w:r>
      <w:r w:rsidR="003F13AA">
        <w:rPr>
          <w:bCs/>
          <w:i/>
        </w:rPr>
        <w:t xml:space="preserve"> pole zůstane </w:t>
      </w:r>
      <w:r w:rsidR="00B94D18">
        <w:rPr>
          <w:bCs/>
          <w:i/>
        </w:rPr>
        <w:t>prázdné</w:t>
      </w:r>
      <w:r>
        <w:rPr>
          <w:bCs/>
          <w:i/>
        </w:rPr>
        <w:t xml:space="preserve">. </w:t>
      </w:r>
    </w:p>
    <w:p w14:paraId="43FD9582" w14:textId="77777777" w:rsidR="00D928DB" w:rsidRPr="00F0533E" w:rsidRDefault="00D928DB" w:rsidP="00B94D18"/>
    <w:sectPr w:rsidR="00D928DB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5ECD3D" w14:textId="77777777" w:rsidR="00300A53" w:rsidRDefault="00300A53" w:rsidP="00962258">
      <w:pPr>
        <w:spacing w:after="0" w:line="240" w:lineRule="auto"/>
      </w:pPr>
      <w:r>
        <w:separator/>
      </w:r>
    </w:p>
  </w:endnote>
  <w:endnote w:type="continuationSeparator" w:id="0">
    <w:p w14:paraId="552B15DF" w14:textId="77777777" w:rsidR="00300A53" w:rsidRDefault="00300A5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2BE1199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5A9AB8E" w14:textId="7698AD79" w:rsidR="004C037A" w:rsidRPr="00B8518B" w:rsidRDefault="004C037A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42FE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42FE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274DB1" w14:textId="77777777" w:rsidR="004C037A" w:rsidRDefault="004C037A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3DC3061" w14:textId="77777777" w:rsidR="004C037A" w:rsidRDefault="004C037A" w:rsidP="00B8518B">
          <w:pPr>
            <w:pStyle w:val="Zpat"/>
          </w:pPr>
        </w:p>
      </w:tc>
      <w:tc>
        <w:tcPr>
          <w:tcW w:w="2921" w:type="dxa"/>
        </w:tcPr>
        <w:p w14:paraId="7138D21A" w14:textId="77777777" w:rsidR="004C037A" w:rsidRDefault="004C037A" w:rsidP="00D831A3">
          <w:pPr>
            <w:pStyle w:val="Zpat"/>
          </w:pPr>
        </w:p>
      </w:tc>
    </w:tr>
  </w:tbl>
  <w:p w14:paraId="75A0AB12" w14:textId="77777777" w:rsidR="004C037A" w:rsidRPr="00B8518B" w:rsidRDefault="004C037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B1DB66D" wp14:editId="6DEC5D8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31BB0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FCD97B5" wp14:editId="2D41B81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C1EA03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107C1C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8B0AACA" w14:textId="02565DB3" w:rsidR="004C037A" w:rsidRPr="00B8518B" w:rsidRDefault="004C037A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42F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42FE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94FCCC" w14:textId="77777777" w:rsidR="004C037A" w:rsidRDefault="004C037A" w:rsidP="00460660">
          <w:pPr>
            <w:pStyle w:val="Zpat"/>
          </w:pPr>
          <w:r>
            <w:t>Správa železnic, státní organizace</w:t>
          </w:r>
        </w:p>
        <w:p w14:paraId="6AB2E9DC" w14:textId="77777777" w:rsidR="004C037A" w:rsidRDefault="004C037A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CC28F43" w14:textId="77777777" w:rsidR="004C037A" w:rsidRDefault="004C037A" w:rsidP="00460660">
          <w:pPr>
            <w:pStyle w:val="Zpat"/>
          </w:pPr>
          <w:r>
            <w:t>Sídlo: Dlážděná 1003/7, 110 00 Praha 1</w:t>
          </w:r>
        </w:p>
        <w:p w14:paraId="7EFEDE38" w14:textId="77777777" w:rsidR="004C037A" w:rsidRDefault="004C037A" w:rsidP="00460660">
          <w:pPr>
            <w:pStyle w:val="Zpat"/>
          </w:pPr>
          <w:r>
            <w:t>IČO: 709 94 234 DIČ: CZ 709 94 234</w:t>
          </w:r>
        </w:p>
        <w:p w14:paraId="12A0054E" w14:textId="77777777" w:rsidR="004C037A" w:rsidRDefault="004C037A" w:rsidP="00460660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FF837A9" w14:textId="77777777" w:rsidR="004C037A" w:rsidRDefault="004C037A" w:rsidP="00460660">
          <w:pPr>
            <w:pStyle w:val="Zpat"/>
          </w:pPr>
        </w:p>
      </w:tc>
    </w:tr>
  </w:tbl>
  <w:p w14:paraId="04574C09" w14:textId="77777777" w:rsidR="004C037A" w:rsidRPr="00B8518B" w:rsidRDefault="004C037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A8E1585" wp14:editId="57DC569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71E439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AF21547" wp14:editId="7427106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27DB18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40CAB5F" w14:textId="77777777" w:rsidR="004C037A" w:rsidRPr="00460660" w:rsidRDefault="004C037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055D09" w14:textId="77777777" w:rsidR="00300A53" w:rsidRDefault="00300A53" w:rsidP="00962258">
      <w:pPr>
        <w:spacing w:after="0" w:line="240" w:lineRule="auto"/>
      </w:pPr>
      <w:r>
        <w:separator/>
      </w:r>
    </w:p>
  </w:footnote>
  <w:footnote w:type="continuationSeparator" w:id="0">
    <w:p w14:paraId="364C0B22" w14:textId="77777777" w:rsidR="00300A53" w:rsidRDefault="00300A5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25D5593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4E3CDC6" w14:textId="77777777" w:rsidR="004C037A" w:rsidRPr="00B8518B" w:rsidRDefault="004C037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259F8DA" w14:textId="77777777" w:rsidR="004C037A" w:rsidRDefault="004C037A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AC8774" w14:textId="77777777" w:rsidR="004C037A" w:rsidRPr="00D6163D" w:rsidRDefault="004C037A" w:rsidP="00D6163D">
          <w:pPr>
            <w:pStyle w:val="Druhdokumentu"/>
          </w:pPr>
        </w:p>
      </w:tc>
    </w:tr>
  </w:tbl>
  <w:p w14:paraId="04CB5D95" w14:textId="77777777" w:rsidR="004C037A" w:rsidRPr="00D6163D" w:rsidRDefault="004C037A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635724F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141281E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BACF8F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D6FA8F" w14:textId="77777777" w:rsidR="004C037A" w:rsidRPr="00D6163D" w:rsidRDefault="004C037A" w:rsidP="00FC6389">
          <w:pPr>
            <w:pStyle w:val="Druhdokumentu"/>
          </w:pPr>
        </w:p>
      </w:tc>
    </w:tr>
    <w:tr w:rsidR="004C037A" w14:paraId="2FADFC99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13178CA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F3903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7EF3AC1" w14:textId="77777777" w:rsidR="004C037A" w:rsidRPr="00D6163D" w:rsidRDefault="004C037A" w:rsidP="00FC6389">
          <w:pPr>
            <w:pStyle w:val="Druhdokumentu"/>
          </w:pPr>
        </w:p>
      </w:tc>
    </w:tr>
  </w:tbl>
  <w:p w14:paraId="40C03526" w14:textId="77777777" w:rsidR="004C037A" w:rsidRPr="00D6163D" w:rsidRDefault="004C037A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D414E09" wp14:editId="5D5B81C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C3DC28" w14:textId="77777777" w:rsidR="004C037A" w:rsidRPr="00460660" w:rsidRDefault="004C037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268"/>
    <w:rsid w:val="00040DA0"/>
    <w:rsid w:val="00072C1E"/>
    <w:rsid w:val="00083680"/>
    <w:rsid w:val="000A1309"/>
    <w:rsid w:val="000E23A7"/>
    <w:rsid w:val="000F68A1"/>
    <w:rsid w:val="000F725B"/>
    <w:rsid w:val="0010693F"/>
    <w:rsid w:val="00114472"/>
    <w:rsid w:val="00126EA7"/>
    <w:rsid w:val="00153E75"/>
    <w:rsid w:val="001550BC"/>
    <w:rsid w:val="001605B9"/>
    <w:rsid w:val="00170EC5"/>
    <w:rsid w:val="001747C1"/>
    <w:rsid w:val="00184743"/>
    <w:rsid w:val="001D4402"/>
    <w:rsid w:val="00201F68"/>
    <w:rsid w:val="00207DF5"/>
    <w:rsid w:val="00280E07"/>
    <w:rsid w:val="00286008"/>
    <w:rsid w:val="002C31BF"/>
    <w:rsid w:val="002D0272"/>
    <w:rsid w:val="002D08B1"/>
    <w:rsid w:val="002D4A27"/>
    <w:rsid w:val="002E0CD7"/>
    <w:rsid w:val="002F5828"/>
    <w:rsid w:val="00300A53"/>
    <w:rsid w:val="00326018"/>
    <w:rsid w:val="00341DCF"/>
    <w:rsid w:val="00357BC6"/>
    <w:rsid w:val="00374EB1"/>
    <w:rsid w:val="003956C6"/>
    <w:rsid w:val="003F13AA"/>
    <w:rsid w:val="00404764"/>
    <w:rsid w:val="004265C0"/>
    <w:rsid w:val="00431832"/>
    <w:rsid w:val="00441430"/>
    <w:rsid w:val="00445914"/>
    <w:rsid w:val="00450F07"/>
    <w:rsid w:val="00453CD3"/>
    <w:rsid w:val="0045713F"/>
    <w:rsid w:val="00460660"/>
    <w:rsid w:val="0047754B"/>
    <w:rsid w:val="00486107"/>
    <w:rsid w:val="00486807"/>
    <w:rsid w:val="00491827"/>
    <w:rsid w:val="00497278"/>
    <w:rsid w:val="004B348C"/>
    <w:rsid w:val="004C037A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13958"/>
    <w:rsid w:val="00523EA7"/>
    <w:rsid w:val="0055056C"/>
    <w:rsid w:val="00553375"/>
    <w:rsid w:val="00557C28"/>
    <w:rsid w:val="005736B7"/>
    <w:rsid w:val="00575E5A"/>
    <w:rsid w:val="005E0D8E"/>
    <w:rsid w:val="005F1404"/>
    <w:rsid w:val="0061068E"/>
    <w:rsid w:val="00660AD3"/>
    <w:rsid w:val="00676D0E"/>
    <w:rsid w:val="00677B7F"/>
    <w:rsid w:val="0068425D"/>
    <w:rsid w:val="006A1B74"/>
    <w:rsid w:val="006A308C"/>
    <w:rsid w:val="006A5570"/>
    <w:rsid w:val="006A689C"/>
    <w:rsid w:val="006B3D79"/>
    <w:rsid w:val="006D7AFE"/>
    <w:rsid w:val="006E0578"/>
    <w:rsid w:val="006E2AA4"/>
    <w:rsid w:val="006E314D"/>
    <w:rsid w:val="00710723"/>
    <w:rsid w:val="00723ED1"/>
    <w:rsid w:val="00731654"/>
    <w:rsid w:val="00735D4B"/>
    <w:rsid w:val="00743525"/>
    <w:rsid w:val="007479E1"/>
    <w:rsid w:val="0076286B"/>
    <w:rsid w:val="00766846"/>
    <w:rsid w:val="0077673A"/>
    <w:rsid w:val="007846E1"/>
    <w:rsid w:val="007A093D"/>
    <w:rsid w:val="007A440A"/>
    <w:rsid w:val="007B570C"/>
    <w:rsid w:val="007C589B"/>
    <w:rsid w:val="007D7EE3"/>
    <w:rsid w:val="007E4A6E"/>
    <w:rsid w:val="007E7B81"/>
    <w:rsid w:val="007F56A7"/>
    <w:rsid w:val="007F58B8"/>
    <w:rsid w:val="00807DD0"/>
    <w:rsid w:val="00835CCE"/>
    <w:rsid w:val="008659F3"/>
    <w:rsid w:val="00886D4B"/>
    <w:rsid w:val="00895406"/>
    <w:rsid w:val="008A3568"/>
    <w:rsid w:val="008A78C3"/>
    <w:rsid w:val="008D03B9"/>
    <w:rsid w:val="008E2634"/>
    <w:rsid w:val="008E3DB5"/>
    <w:rsid w:val="008F18D6"/>
    <w:rsid w:val="008F5CEA"/>
    <w:rsid w:val="00904780"/>
    <w:rsid w:val="00921E6B"/>
    <w:rsid w:val="00921EC3"/>
    <w:rsid w:val="00922385"/>
    <w:rsid w:val="009223DF"/>
    <w:rsid w:val="00923DE9"/>
    <w:rsid w:val="00936091"/>
    <w:rsid w:val="00940D8A"/>
    <w:rsid w:val="00962258"/>
    <w:rsid w:val="009678B7"/>
    <w:rsid w:val="0097493C"/>
    <w:rsid w:val="009833E1"/>
    <w:rsid w:val="00992D9C"/>
    <w:rsid w:val="00996CB8"/>
    <w:rsid w:val="009B14A9"/>
    <w:rsid w:val="009B2E97"/>
    <w:rsid w:val="009C2804"/>
    <w:rsid w:val="009E07F4"/>
    <w:rsid w:val="009F392E"/>
    <w:rsid w:val="00A21FCC"/>
    <w:rsid w:val="00A27C19"/>
    <w:rsid w:val="00A525D8"/>
    <w:rsid w:val="00A543C7"/>
    <w:rsid w:val="00A6177B"/>
    <w:rsid w:val="00A66136"/>
    <w:rsid w:val="00A752FC"/>
    <w:rsid w:val="00A758CB"/>
    <w:rsid w:val="00AA4CBB"/>
    <w:rsid w:val="00AA65FA"/>
    <w:rsid w:val="00AA7351"/>
    <w:rsid w:val="00AB42FE"/>
    <w:rsid w:val="00AC4146"/>
    <w:rsid w:val="00AD056F"/>
    <w:rsid w:val="00AD6731"/>
    <w:rsid w:val="00AE7A9E"/>
    <w:rsid w:val="00AF02D9"/>
    <w:rsid w:val="00AF1ECD"/>
    <w:rsid w:val="00B131B5"/>
    <w:rsid w:val="00B15D0D"/>
    <w:rsid w:val="00B4758B"/>
    <w:rsid w:val="00B75EE1"/>
    <w:rsid w:val="00B77481"/>
    <w:rsid w:val="00B81949"/>
    <w:rsid w:val="00B8518B"/>
    <w:rsid w:val="00B94D18"/>
    <w:rsid w:val="00BD7E91"/>
    <w:rsid w:val="00BE7FD7"/>
    <w:rsid w:val="00C02D0A"/>
    <w:rsid w:val="00C03A6E"/>
    <w:rsid w:val="00C324AC"/>
    <w:rsid w:val="00C44F6A"/>
    <w:rsid w:val="00C47AE3"/>
    <w:rsid w:val="00C73268"/>
    <w:rsid w:val="00C770DD"/>
    <w:rsid w:val="00C92A97"/>
    <w:rsid w:val="00CD1FC4"/>
    <w:rsid w:val="00D21061"/>
    <w:rsid w:val="00D4108E"/>
    <w:rsid w:val="00D6163D"/>
    <w:rsid w:val="00D73D46"/>
    <w:rsid w:val="00D831A3"/>
    <w:rsid w:val="00D928DB"/>
    <w:rsid w:val="00DC75F3"/>
    <w:rsid w:val="00DD46F3"/>
    <w:rsid w:val="00DE56F2"/>
    <w:rsid w:val="00DF116D"/>
    <w:rsid w:val="00E36C4A"/>
    <w:rsid w:val="00E5695C"/>
    <w:rsid w:val="00E62F4E"/>
    <w:rsid w:val="00EB104F"/>
    <w:rsid w:val="00EC27A9"/>
    <w:rsid w:val="00ED14BD"/>
    <w:rsid w:val="00F0533E"/>
    <w:rsid w:val="00F06762"/>
    <w:rsid w:val="00F1048D"/>
    <w:rsid w:val="00F11C1A"/>
    <w:rsid w:val="00F12DEC"/>
    <w:rsid w:val="00F1715C"/>
    <w:rsid w:val="00F310F8"/>
    <w:rsid w:val="00F35939"/>
    <w:rsid w:val="00F447C7"/>
    <w:rsid w:val="00F45607"/>
    <w:rsid w:val="00F5558F"/>
    <w:rsid w:val="00F659EB"/>
    <w:rsid w:val="00F85001"/>
    <w:rsid w:val="00F86BA6"/>
    <w:rsid w:val="00FA1333"/>
    <w:rsid w:val="00FC6389"/>
    <w:rsid w:val="00FD3923"/>
    <w:rsid w:val="00FF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6C49CD9"/>
  <w14:defaultImageDpi w14:val="32767"/>
  <w15:docId w15:val="{D0A255F9-198A-47F9-BDF6-999EB2DF2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AC4146"/>
    <w:pPr>
      <w:spacing w:after="0" w:line="240" w:lineRule="auto"/>
    </w:pPr>
    <w:rPr>
      <w:sz w:val="20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styleId="Prosttabulka2">
    <w:name w:val="Plain Table 2"/>
    <w:basedOn w:val="Normlntabulka"/>
    <w:uiPriority w:val="42"/>
    <w:rsid w:val="007479E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Zstupntext">
    <w:name w:val="Placeholder Text"/>
    <w:basedOn w:val="Standardnpsmoodstavce"/>
    <w:uiPriority w:val="99"/>
    <w:semiHidden/>
    <w:rsid w:val="00153E75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1D440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D440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D440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44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4402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E7A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kupR\Document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44AF2C-3252-41FC-A284-BC73707060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EA82FAA-7FFF-41BF-94B8-FDF699506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1</TotalTime>
  <Pages>4</Pages>
  <Words>967</Words>
  <Characters>5712</Characters>
  <Application>Microsoft Office Word</Application>
  <DocSecurity>0</DocSecurity>
  <Lines>47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Suchá Markéta</dc:creator>
  <cp:keywords/>
  <dc:description/>
  <cp:lastModifiedBy>Kaplanová Ivana</cp:lastModifiedBy>
  <cp:revision>2</cp:revision>
  <cp:lastPrinted>2023-09-04T04:41:00Z</cp:lastPrinted>
  <dcterms:created xsi:type="dcterms:W3CDTF">2023-09-04T04:42:00Z</dcterms:created>
  <dcterms:modified xsi:type="dcterms:W3CDTF">2023-09-04T04:42:00Z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